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2984"/>
        <w:gridCol w:w="1698"/>
      </w:tblGrid>
      <w:tr w:rsidR="00832B04" w:rsidTr="00163CDD">
        <w:tc>
          <w:tcPr>
            <w:tcW w:w="4705" w:type="dxa"/>
            <w:shd w:val="clear" w:color="auto" w:fill="auto"/>
          </w:tcPr>
          <w:p w:rsidR="00832B04" w:rsidRDefault="00832B04" w:rsidP="00163CDD">
            <w:pPr>
              <w:ind w:firstLine="0"/>
            </w:pPr>
          </w:p>
        </w:tc>
        <w:tc>
          <w:tcPr>
            <w:tcW w:w="4705" w:type="dxa"/>
            <w:gridSpan w:val="2"/>
            <w:shd w:val="clear" w:color="auto" w:fill="auto"/>
          </w:tcPr>
          <w:p w:rsidR="00832B04" w:rsidRDefault="00832B04" w:rsidP="00832B04">
            <w:pPr>
              <w:ind w:firstLine="0"/>
              <w:jc w:val="right"/>
            </w:pPr>
            <w:r>
              <w:t>Приложение №2</w:t>
            </w:r>
          </w:p>
        </w:tc>
      </w:tr>
      <w:tr w:rsidR="00832B04" w:rsidTr="00163CDD">
        <w:tc>
          <w:tcPr>
            <w:tcW w:w="4705" w:type="dxa"/>
            <w:shd w:val="clear" w:color="auto" w:fill="auto"/>
          </w:tcPr>
          <w:p w:rsidR="00832B04" w:rsidRDefault="00832B04" w:rsidP="00163CDD">
            <w:pPr>
              <w:ind w:firstLine="0"/>
            </w:pPr>
          </w:p>
        </w:tc>
        <w:tc>
          <w:tcPr>
            <w:tcW w:w="2996" w:type="dxa"/>
            <w:shd w:val="clear" w:color="auto" w:fill="auto"/>
          </w:tcPr>
          <w:p w:rsidR="00832B04" w:rsidRDefault="00832B04" w:rsidP="00163CDD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auto"/>
          </w:tcPr>
          <w:p w:rsidR="00832B04" w:rsidRDefault="00832B04" w:rsidP="00163CDD">
            <w:pPr>
              <w:ind w:firstLine="0"/>
              <w:jc w:val="center"/>
            </w:pPr>
          </w:p>
        </w:tc>
      </w:tr>
      <w:tr w:rsidR="00832B04" w:rsidTr="00163CDD">
        <w:tc>
          <w:tcPr>
            <w:tcW w:w="4705" w:type="dxa"/>
            <w:shd w:val="clear" w:color="auto" w:fill="auto"/>
          </w:tcPr>
          <w:p w:rsidR="00832B04" w:rsidRDefault="00832B04" w:rsidP="00163CDD">
            <w:pPr>
              <w:ind w:firstLine="0"/>
            </w:pPr>
          </w:p>
        </w:tc>
        <w:tc>
          <w:tcPr>
            <w:tcW w:w="2996" w:type="dxa"/>
            <w:shd w:val="clear" w:color="auto" w:fill="auto"/>
          </w:tcPr>
          <w:p w:rsidR="00832B04" w:rsidRDefault="00832B04" w:rsidP="00163CDD">
            <w:pPr>
              <w:ind w:firstLine="0"/>
              <w:jc w:val="right"/>
            </w:pPr>
            <w:r>
              <w:t>от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2B04" w:rsidRDefault="00832B04" w:rsidP="00163CDD">
            <w:pPr>
              <w:ind w:firstLine="0"/>
              <w:jc w:val="center"/>
            </w:pPr>
          </w:p>
        </w:tc>
      </w:tr>
    </w:tbl>
    <w:p w:rsidR="00832B04" w:rsidRDefault="00832B04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  <w:r>
              <w:t>УТВЕРЖДАЮ</w:t>
            </w:r>
          </w:p>
        </w:tc>
      </w:tr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A1767A" w:rsidP="00706446">
            <w:pPr>
              <w:ind w:firstLine="0"/>
              <w:jc w:val="left"/>
            </w:pPr>
            <w:r>
              <w:t>Генеральный директор</w:t>
            </w:r>
          </w:p>
          <w:p w:rsidR="0032460B" w:rsidRDefault="0032460B" w:rsidP="00706446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32460B" w:rsidTr="00706446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A1767A" w:rsidP="00706446">
            <w:pPr>
              <w:ind w:firstLine="0"/>
              <w:jc w:val="center"/>
            </w:pPr>
            <w:r>
              <w:t>А.В. Виговский</w:t>
            </w:r>
            <w:bookmarkStart w:id="0" w:name="_GoBack"/>
            <w:bookmarkEnd w:id="0"/>
          </w:p>
        </w:tc>
      </w:tr>
      <w:tr w:rsidR="0032460B" w:rsidTr="00706446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32460B" w:rsidTr="00706446">
        <w:trPr>
          <w:trHeight w:val="417"/>
          <w:jc w:val="center"/>
        </w:trPr>
        <w:tc>
          <w:tcPr>
            <w:tcW w:w="17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A1767A">
            <w:pPr>
              <w:ind w:firstLine="0"/>
              <w:jc w:val="center"/>
            </w:pPr>
            <w:r>
              <w:t>202</w:t>
            </w:r>
            <w:r w:rsidR="00A1767A">
              <w:t>4</w:t>
            </w:r>
            <w:r>
              <w:t xml:space="preserve"> г.</w:t>
            </w:r>
          </w:p>
        </w:tc>
      </w:tr>
    </w:tbl>
    <w:p w:rsidR="00DF5D04" w:rsidRDefault="00DF5D04"/>
    <w:p w:rsidR="0032460B" w:rsidRDefault="0032460B"/>
    <w:p w:rsidR="0032460B" w:rsidRPr="00C2768B" w:rsidRDefault="0032460B" w:rsidP="0032460B">
      <w:pPr>
        <w:jc w:val="center"/>
        <w:rPr>
          <w:b/>
        </w:rPr>
      </w:pPr>
      <w:r>
        <w:rPr>
          <w:b/>
        </w:rPr>
        <w:t>КАЛЕНДАРНЫЙ ПЛАН</w:t>
      </w:r>
    </w:p>
    <w:p w:rsidR="0032460B" w:rsidRDefault="0032460B" w:rsidP="0032460B">
      <w:pPr>
        <w:jc w:val="center"/>
      </w:pPr>
      <w:r>
        <w:t>на оказание услуг</w:t>
      </w:r>
    </w:p>
    <w:p w:rsidR="0032460B" w:rsidRPr="00C2768B" w:rsidRDefault="0032460B" w:rsidP="0032460B">
      <w:pPr>
        <w:jc w:val="center"/>
        <w:rPr>
          <w:b/>
        </w:rPr>
      </w:pPr>
      <w:r w:rsidRPr="00C2768B">
        <w:rPr>
          <w:b/>
        </w:rPr>
        <w:t>«</w:t>
      </w:r>
      <w:r w:rsidR="00832B04" w:rsidRPr="00832B04">
        <w:rPr>
          <w:b/>
        </w:rPr>
        <w:t>Вырубка и утилизац</w:t>
      </w:r>
      <w:r w:rsidR="00832B04">
        <w:rPr>
          <w:b/>
        </w:rPr>
        <w:t>ия ДКР по периметру Ондской ГЭС</w:t>
      </w:r>
      <w:r w:rsidRPr="00C2768B">
        <w:rPr>
          <w:b/>
        </w:rPr>
        <w:t>»</w:t>
      </w:r>
    </w:p>
    <w:p w:rsidR="0032460B" w:rsidRDefault="0032460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32460B" w:rsidTr="00706446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32460B" w:rsidTr="00706446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окончание</w:t>
            </w:r>
          </w:p>
        </w:tc>
      </w:tr>
      <w:tr w:rsidR="0032460B" w:rsidTr="00706446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2460B" w:rsidTr="00706446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832B04" w:rsidP="00706446">
            <w:pPr>
              <w:ind w:firstLine="0"/>
            </w:pPr>
            <w:r w:rsidRPr="00832B04">
              <w:t>Вырубка и утилизац</w:t>
            </w:r>
            <w:r>
              <w:t>ия ДКР по периметру Ондской ГЭС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602EA">
            <w:pPr>
              <w:ind w:firstLine="0"/>
              <w:jc w:val="center"/>
            </w:pPr>
            <w:r>
              <w:t xml:space="preserve">с даты подписания </w:t>
            </w:r>
            <w:r w:rsidR="007602EA">
              <w:t>договора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832B04">
            <w:pPr>
              <w:ind w:firstLine="0"/>
              <w:jc w:val="center"/>
            </w:pPr>
            <w:r>
              <w:t>31.</w:t>
            </w:r>
            <w:r w:rsidR="00832B04">
              <w:t>08</w:t>
            </w:r>
            <w:r>
              <w:t>.202</w:t>
            </w:r>
            <w:r w:rsidR="00832B04">
              <w:t>4</w:t>
            </w:r>
            <w:r>
              <w:t xml:space="preserve"> г.</w:t>
            </w:r>
          </w:p>
        </w:tc>
      </w:tr>
    </w:tbl>
    <w:p w:rsidR="0032460B" w:rsidRDefault="0032460B" w:rsidP="0032460B"/>
    <w:p w:rsidR="0032460B" w:rsidRDefault="0032460B" w:rsidP="0032460B"/>
    <w:p w:rsidR="0032460B" w:rsidRDefault="0032460B" w:rsidP="0032460B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92"/>
        <w:gridCol w:w="2162"/>
      </w:tblGrid>
      <w:tr w:rsidR="0032460B" w:rsidTr="00706446">
        <w:trPr>
          <w:jc w:val="center"/>
        </w:trPr>
        <w:tc>
          <w:tcPr>
            <w:tcW w:w="7287" w:type="dxa"/>
            <w:hideMark/>
          </w:tcPr>
          <w:p w:rsidR="0032460B" w:rsidRDefault="0032460B" w:rsidP="00706446">
            <w:pPr>
              <w:ind w:firstLine="0"/>
            </w:pPr>
            <w:r>
              <w:t>Инженер по эксплуатации ГТС</w:t>
            </w:r>
          </w:p>
        </w:tc>
        <w:tc>
          <w:tcPr>
            <w:tcW w:w="2181" w:type="dxa"/>
            <w:vAlign w:val="bottom"/>
            <w:hideMark/>
          </w:tcPr>
          <w:p w:rsidR="0032460B" w:rsidRDefault="0032460B" w:rsidP="00706446">
            <w:pPr>
              <w:ind w:firstLine="0"/>
              <w:jc w:val="right"/>
            </w:pPr>
            <w:r>
              <w:t>Тихонов А.С.</w:t>
            </w:r>
          </w:p>
        </w:tc>
      </w:tr>
    </w:tbl>
    <w:p w:rsidR="0032460B" w:rsidRDefault="0032460B" w:rsidP="0032460B"/>
    <w:p w:rsidR="0032460B" w:rsidRDefault="0032460B"/>
    <w:p w:rsidR="0032460B" w:rsidRDefault="0032460B"/>
    <w:sectPr w:rsidR="0032460B" w:rsidSect="0032460B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43"/>
    <w:rsid w:val="000B3090"/>
    <w:rsid w:val="0032460B"/>
    <w:rsid w:val="00736155"/>
    <w:rsid w:val="007602EA"/>
    <w:rsid w:val="00832B04"/>
    <w:rsid w:val="00A1767A"/>
    <w:rsid w:val="00D24AA2"/>
    <w:rsid w:val="00DF5D04"/>
    <w:rsid w:val="00E27685"/>
    <w:rsid w:val="00FC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C915"/>
  <w15:chartTrackingRefBased/>
  <w15:docId w15:val="{EE1F3EE8-22B9-4B15-970B-C1DB7A72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60B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6</cp:revision>
  <dcterms:created xsi:type="dcterms:W3CDTF">2023-09-05T10:44:00Z</dcterms:created>
  <dcterms:modified xsi:type="dcterms:W3CDTF">2024-03-05T10:15:00Z</dcterms:modified>
</cp:coreProperties>
</file>